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67D3A26" w:rsidR="00535E9B" w:rsidRDefault="00FD4B8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FD4B8D">
        <w:rPr>
          <w:rFonts w:ascii="Verdana" w:eastAsia="Verdana" w:hAnsi="Verdana" w:cs="Times New Roman"/>
          <w:b/>
        </w:rPr>
        <w:t xml:space="preserve">ZAŁĄCZNIK NR </w:t>
      </w:r>
      <w:r w:rsidR="00E619FF">
        <w:rPr>
          <w:rFonts w:ascii="Verdana" w:eastAsia="Verdana" w:hAnsi="Verdana" w:cs="Times New Roman"/>
          <w:b/>
        </w:rPr>
        <w:t xml:space="preserve">8 </w:t>
      </w:r>
      <w:r w:rsidRPr="00FD4B8D">
        <w:rPr>
          <w:rFonts w:ascii="Verdana" w:eastAsia="Verdana" w:hAnsi="Verdana" w:cs="Times New Roman"/>
          <w:b/>
        </w:rPr>
        <w:t xml:space="preserve">DO SWZ – WYKAZ POTENCJAŁU TECHNICZNEGO </w:t>
      </w:r>
    </w:p>
    <w:p w14:paraId="40B95D0E" w14:textId="3CBC6934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231CBAD2" w14:textId="77777777" w:rsidR="006F0C13" w:rsidRPr="00535E9B" w:rsidRDefault="006F0C13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965"/>
        <w:gridCol w:w="1700"/>
        <w:gridCol w:w="4253"/>
      </w:tblGrid>
      <w:tr w:rsidR="00B67D39" w:rsidRPr="006B56FD" w14:paraId="7AAC9FB8" w14:textId="77777777" w:rsidTr="006F0C13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2C321C6" w14:textId="77777777" w:rsidR="00E619FF" w:rsidRPr="00E619FF" w:rsidRDefault="00E619FF" w:rsidP="00E61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E619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2F3AD1A" w14:textId="77777777" w:rsidR="00E619FF" w:rsidRPr="00E619FF" w:rsidRDefault="00E619FF" w:rsidP="00E61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E619FF">
              <w:rPr>
                <w:rFonts w:asciiTheme="minorHAnsi" w:hAnsiTheme="minorHAnsi" w:cstheme="minorHAnsi"/>
                <w:b/>
              </w:rPr>
              <w:t>w imieniu i na rzecz której działa:</w:t>
            </w:r>
          </w:p>
          <w:p w14:paraId="1944A82C" w14:textId="77777777" w:rsidR="00E619FF" w:rsidRPr="00E619FF" w:rsidRDefault="00E619FF" w:rsidP="00E61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E619FF">
              <w:rPr>
                <w:rFonts w:asciiTheme="minorHAnsi" w:hAnsiTheme="minorHAnsi" w:cstheme="minorHAnsi"/>
                <w:b/>
              </w:rPr>
              <w:t>PGE Dystrybucja S.A. Oddział Zamość</w:t>
            </w:r>
          </w:p>
          <w:p w14:paraId="3F4CA6ED" w14:textId="79F45EC5" w:rsidR="00B67D39" w:rsidRPr="006B56FD" w:rsidRDefault="00E619FF" w:rsidP="00E619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619FF">
              <w:rPr>
                <w:rFonts w:asciiTheme="minorHAnsi" w:hAnsiTheme="minorHAnsi" w:cstheme="minorHAnsi"/>
                <w:b/>
              </w:rPr>
              <w:t>ul.  Koźmiana  1, 22 – 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37869ADD" w:rsidR="00381365" w:rsidRPr="00B67D39" w:rsidRDefault="00FD4B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FD4B8D">
        <w:rPr>
          <w:rFonts w:cstheme="minorHAnsi"/>
          <w:b/>
          <w:szCs w:val="18"/>
        </w:rPr>
        <w:t>WYKAZ POTENCJAŁU TECHNICZNEGO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1E52545B" w:rsidR="00381365" w:rsidRPr="00FD4B8D" w:rsidRDefault="00FD4B8D" w:rsidP="006F0C13">
      <w:pPr>
        <w:spacing w:after="120"/>
        <w:jc w:val="both"/>
        <w:rPr>
          <w:rFonts w:cstheme="minorHAnsi"/>
          <w:lang w:eastAsia="pl-PL"/>
        </w:rPr>
      </w:pPr>
      <w:r w:rsidRPr="00FD4B8D">
        <w:rPr>
          <w:rFonts w:cstheme="minorHAnsi"/>
          <w:lang w:eastAsia="pl-PL"/>
        </w:rPr>
        <w:t xml:space="preserve">Składając Ofertę w postępowaniu zakupowym nr </w:t>
      </w:r>
      <w:r w:rsidR="00E619FF" w:rsidRPr="00E619FF">
        <w:rPr>
          <w:rFonts w:cstheme="minorHAnsi"/>
          <w:b/>
          <w:bCs/>
          <w:lang w:eastAsia="pl-PL"/>
        </w:rPr>
        <w:t>POST/DYS/OZ/GZ/00035/2026</w:t>
      </w:r>
      <w:r w:rsidR="00E619FF" w:rsidRPr="00E619FF">
        <w:rPr>
          <w:rFonts w:cstheme="minorHAnsi"/>
          <w:lang w:eastAsia="pl-PL"/>
        </w:rPr>
        <w:t xml:space="preserve"> </w:t>
      </w:r>
      <w:r w:rsidRPr="00FD4B8D">
        <w:rPr>
          <w:rFonts w:cstheme="minorHAnsi"/>
          <w:lang w:eastAsia="pl-PL"/>
        </w:rPr>
        <w:t xml:space="preserve">prowadzonym w trybie przetargu nieograniczonego pn. </w:t>
      </w:r>
      <w:r w:rsidR="00E619FF" w:rsidRPr="00E619FF">
        <w:rPr>
          <w:rFonts w:cstheme="minorHAnsi"/>
          <w:b/>
          <w:bCs/>
          <w:lang w:eastAsia="pl-PL"/>
        </w:rPr>
        <w:t xml:space="preserve">Usuwanie awarii w sieci elektroenergetycznej, WN, SN i </w:t>
      </w:r>
      <w:proofErr w:type="spellStart"/>
      <w:r w:rsidR="00E619FF" w:rsidRPr="00E619FF">
        <w:rPr>
          <w:rFonts w:cstheme="minorHAnsi"/>
          <w:b/>
          <w:bCs/>
          <w:lang w:eastAsia="pl-PL"/>
        </w:rPr>
        <w:t>nN</w:t>
      </w:r>
      <w:proofErr w:type="spellEnd"/>
      <w:r w:rsidR="00E619FF" w:rsidRPr="00E619FF">
        <w:rPr>
          <w:rFonts w:cstheme="minorHAnsi"/>
          <w:b/>
          <w:bCs/>
          <w:lang w:eastAsia="pl-PL"/>
        </w:rPr>
        <w:t xml:space="preserve"> PGE Dystrybucja S.A. Oddział Zamość w latach 2026 – 2027</w:t>
      </w:r>
      <w:r w:rsidRPr="00FD4B8D">
        <w:rPr>
          <w:rFonts w:cstheme="minorHAnsi"/>
        </w:rPr>
        <w:t xml:space="preserve">, </w:t>
      </w:r>
      <w:r w:rsidRPr="00FD4B8D">
        <w:rPr>
          <w:rFonts w:cstheme="minorHAnsi"/>
          <w:b/>
          <w:lang w:eastAsia="pl-PL"/>
        </w:rPr>
        <w:t>oświadczamy</w:t>
      </w:r>
      <w:r w:rsidRPr="00FD4B8D">
        <w:rPr>
          <w:rFonts w:cstheme="minorHAnsi"/>
          <w:lang w:eastAsia="pl-PL"/>
        </w:rPr>
        <w:t xml:space="preserve">, </w:t>
      </w:r>
      <w:r w:rsidRPr="00FD4B8D">
        <w:rPr>
          <w:rFonts w:cstheme="minorHAnsi"/>
          <w:bCs/>
          <w:lang w:eastAsia="pl-PL"/>
        </w:rPr>
        <w:t>że</w:t>
      </w:r>
      <w:r w:rsidRPr="00FD4B8D">
        <w:rPr>
          <w:rFonts w:cstheme="minorHAnsi"/>
          <w:lang w:eastAsia="pl-PL"/>
        </w:rPr>
        <w:t xml:space="preserve"> dysponujemy specjalistycznym sprzętem do realizacji czynności objętych przedmiotem zamówienia, jak niżej:</w:t>
      </w:r>
    </w:p>
    <w:p w14:paraId="0AEC3F2A" w14:textId="3DD1F769" w:rsidR="00FD4B8D" w:rsidRPr="00FD4B8D" w:rsidRDefault="00FD4B8D" w:rsidP="006F0C13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3AD676B" w14:textId="2B1C3346" w:rsidR="00B67D39" w:rsidRPr="00E619FF" w:rsidRDefault="00E619FF" w:rsidP="00381365">
      <w:pPr>
        <w:rPr>
          <w:rFonts w:cstheme="minorHAnsi"/>
          <w:b/>
          <w:bCs/>
          <w:color w:val="FF0000"/>
          <w:sz w:val="16"/>
        </w:rPr>
      </w:pPr>
      <w:r w:rsidRPr="00E619FF">
        <w:rPr>
          <w:rFonts w:cstheme="minorHAnsi"/>
          <w:b/>
          <w:bCs/>
          <w:color w:val="FF0000"/>
          <w:sz w:val="16"/>
        </w:rPr>
        <w:t>Dotyczy części postępowania nr ……………..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4368"/>
        <w:gridCol w:w="2073"/>
        <w:gridCol w:w="2858"/>
      </w:tblGrid>
      <w:tr w:rsidR="00FD4B8D" w:rsidRPr="00FD4B8D" w14:paraId="760E8ACB" w14:textId="77777777" w:rsidTr="006F0C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67DE1FD" w14:textId="77777777" w:rsidR="00FD4B8D" w:rsidRPr="006F0C13" w:rsidRDefault="00FD4B8D" w:rsidP="006F0C13">
            <w:pPr>
              <w:pStyle w:val="opis"/>
              <w:tabs>
                <w:tab w:val="left" w:pos="415"/>
              </w:tabs>
              <w:spacing w:line="24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</w:rPr>
            </w:pPr>
            <w:r w:rsidRPr="006F0C13">
              <w:rPr>
                <w:rFonts w:asciiTheme="minorHAnsi" w:hAnsiTheme="minorHAnsi" w:cstheme="minorHAnsi"/>
                <w:sz w:val="18"/>
              </w:rPr>
              <w:t>Lp.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6537DFB" w14:textId="37FB8E3E" w:rsidR="00FD4B8D" w:rsidRPr="006F0C13" w:rsidRDefault="00FD4B8D" w:rsidP="006F0C13">
            <w:pPr>
              <w:pStyle w:val="opis"/>
              <w:spacing w:line="240" w:lineRule="auto"/>
              <w:ind w:left="-51" w:right="85"/>
              <w:jc w:val="center"/>
              <w:rPr>
                <w:rFonts w:asciiTheme="minorHAnsi" w:hAnsiTheme="minorHAnsi" w:cstheme="minorHAnsi"/>
                <w:bCs/>
                <w:sz w:val="18"/>
              </w:rPr>
            </w:pPr>
            <w:r w:rsidRPr="006F0C13">
              <w:rPr>
                <w:rFonts w:asciiTheme="minorHAnsi" w:hAnsiTheme="minorHAnsi" w:cstheme="minorHAnsi"/>
                <w:sz w:val="18"/>
              </w:rPr>
              <w:t>Wykaz</w:t>
            </w:r>
            <w:r w:rsidRPr="006F0C13">
              <w:rPr>
                <w:rFonts w:asciiTheme="minorHAnsi" w:hAnsiTheme="minorHAnsi" w:cstheme="minorHAnsi"/>
                <w:bCs/>
                <w:sz w:val="18"/>
              </w:rPr>
              <w:t xml:space="preserve"> narzędzi / sprzętu / aparatury / wyposażenia zakładu / urządzeń technicznych</w:t>
            </w:r>
          </w:p>
          <w:p w14:paraId="1C14BC36" w14:textId="77777777" w:rsidR="00FD4B8D" w:rsidRPr="006F0C13" w:rsidRDefault="00FD4B8D" w:rsidP="006F0C13">
            <w:pPr>
              <w:pStyle w:val="opis"/>
              <w:spacing w:line="240" w:lineRule="auto"/>
              <w:ind w:left="-51" w:right="85"/>
              <w:jc w:val="center"/>
              <w:rPr>
                <w:rFonts w:asciiTheme="minorHAnsi" w:hAnsiTheme="minorHAnsi" w:cstheme="minorHAnsi"/>
                <w:sz w:val="18"/>
              </w:rPr>
            </w:pPr>
            <w:r w:rsidRPr="006F0C13">
              <w:rPr>
                <w:rFonts w:asciiTheme="minorHAnsi" w:hAnsiTheme="minorHAnsi" w:cstheme="minorHAnsi"/>
                <w:bCs/>
                <w:sz w:val="18"/>
              </w:rPr>
              <w:t>dostępnych  Wykonawcy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28515AB" w14:textId="77777777" w:rsidR="00FD4B8D" w:rsidRPr="006F0C13" w:rsidRDefault="00FD4B8D" w:rsidP="006F0C13">
            <w:pPr>
              <w:pStyle w:val="opis"/>
              <w:spacing w:line="24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</w:rPr>
            </w:pPr>
            <w:r w:rsidRPr="006F0C13">
              <w:rPr>
                <w:rFonts w:asciiTheme="minorHAnsi" w:hAnsiTheme="minorHAnsi" w:cstheme="minorHAnsi"/>
                <w:sz w:val="18"/>
              </w:rPr>
              <w:t>Ilość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69D27DA" w14:textId="77777777" w:rsidR="00FD4B8D" w:rsidRPr="00FD4B8D" w:rsidRDefault="00FD4B8D" w:rsidP="006F0C13">
            <w:pPr>
              <w:pStyle w:val="opis"/>
              <w:spacing w:line="240" w:lineRule="auto"/>
              <w:ind w:left="0" w:right="0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A3C74">
              <w:rPr>
                <w:rFonts w:asciiTheme="minorHAnsi" w:hAnsiTheme="minorHAnsi" w:cstheme="minorHAnsi"/>
                <w:b/>
                <w:sz w:val="18"/>
              </w:rPr>
              <w:t xml:space="preserve">…. </w:t>
            </w:r>
            <w:r w:rsidRPr="004A3C74">
              <w:rPr>
                <w:rFonts w:asciiTheme="minorHAnsi" w:hAnsiTheme="minorHAnsi" w:cstheme="minorHAnsi"/>
                <w:sz w:val="18"/>
              </w:rPr>
              <w:t>[wskazać inne, jeśli dotyczy]</w:t>
            </w:r>
          </w:p>
        </w:tc>
      </w:tr>
      <w:tr w:rsidR="00FD4B8D" w:rsidRPr="00FD4B8D" w14:paraId="561DF50A" w14:textId="77777777" w:rsidTr="006F0C13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7B38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  <w:r w:rsidRPr="00FD4B8D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D55B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DEDF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F08B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2BC72346" w14:textId="77777777" w:rsidTr="006F0C13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53BA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  <w:r w:rsidRPr="00FD4B8D">
              <w:rPr>
                <w:rFonts w:asciiTheme="minorHAnsi" w:hAnsiTheme="minorHAnsi" w:cstheme="minorHAnsi"/>
                <w:sz w:val="18"/>
              </w:rPr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F145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B0B9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5B7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6BC576F8" w14:textId="77777777" w:rsidTr="006F0C13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10D73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A029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2540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F8B7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10CCCB6B" w14:textId="77777777" w:rsidTr="006F0C13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F6EA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3B5C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15C8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7FF0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498F5C32" w14:textId="77777777" w:rsidTr="006F0C13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8850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20A2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A9D6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5F6A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32C79561" w14:textId="77777777" w:rsidTr="006F0C13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B937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3EA9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9E68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BA6C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</w:tbl>
    <w:p w14:paraId="250CEC1D" w14:textId="77777777" w:rsidR="00FD4B8D" w:rsidRDefault="00FD4B8D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5E43C9F1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</w:t>
      </w:r>
      <w:r w:rsidR="006F0C13">
        <w:rPr>
          <w:rFonts w:cstheme="minorHAnsi"/>
          <w:sz w:val="16"/>
          <w:szCs w:val="16"/>
        </w:rPr>
        <w:t>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bookmarkEnd w:id="0"/>
    <w:bookmarkEnd w:id="1"/>
    <w:bookmarkEnd w:id="2"/>
    <w:bookmarkEnd w:id="3"/>
    <w:bookmarkEnd w:id="4"/>
    <w:bookmarkEnd w:id="5"/>
    <w:p w14:paraId="52B295E2" w14:textId="0307953D" w:rsidR="00535E9B" w:rsidRPr="00A62B4C" w:rsidRDefault="00535E9B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B81CF" w14:textId="77777777" w:rsidR="007F2AC7" w:rsidRDefault="007F2AC7" w:rsidP="00582CE9">
      <w:pPr>
        <w:spacing w:after="0"/>
      </w:pPr>
      <w:r>
        <w:separator/>
      </w:r>
    </w:p>
  </w:endnote>
  <w:endnote w:type="continuationSeparator" w:id="0">
    <w:p w14:paraId="07A8D653" w14:textId="77777777" w:rsidR="007F2AC7" w:rsidRDefault="007F2A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11CB62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C1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9B0C2" w14:textId="77777777" w:rsidR="007F2AC7" w:rsidRDefault="007F2AC7" w:rsidP="00582CE9">
      <w:pPr>
        <w:spacing w:after="0"/>
      </w:pPr>
      <w:r>
        <w:separator/>
      </w:r>
    </w:p>
  </w:footnote>
  <w:footnote w:type="continuationSeparator" w:id="0">
    <w:p w14:paraId="5502967E" w14:textId="77777777" w:rsidR="007F2AC7" w:rsidRDefault="007F2A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9EFD638" w:rsidR="00347E8D" w:rsidRPr="006B2C28" w:rsidRDefault="00E619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619FF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POST/DYS/OZ/GZ/00035/2026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4CA7B977">
              <wp:simplePos x="0" y="0"/>
              <wp:positionH relativeFrom="page">
                <wp:posOffset>0</wp:posOffset>
              </wp:positionH>
              <wp:positionV relativeFrom="page">
                <wp:posOffset>-175260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9CB9229" w:rsidR="00A62B4C" w:rsidRPr="00A62B4C" w:rsidRDefault="00A62B4C" w:rsidP="00E619FF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-13.8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DLuFny3QAAAAg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9CB9229" w:rsidR="00A62B4C" w:rsidRPr="00A62B4C" w:rsidRDefault="00A62B4C" w:rsidP="00E619FF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03735119">
    <w:abstractNumId w:val="17"/>
  </w:num>
  <w:num w:numId="2" w16cid:durableId="625236685">
    <w:abstractNumId w:val="7"/>
  </w:num>
  <w:num w:numId="3" w16cid:durableId="362831869">
    <w:abstractNumId w:val="12"/>
  </w:num>
  <w:num w:numId="4" w16cid:durableId="348028744">
    <w:abstractNumId w:val="19"/>
  </w:num>
  <w:num w:numId="5" w16cid:durableId="695236658">
    <w:abstractNumId w:val="17"/>
  </w:num>
  <w:num w:numId="6" w16cid:durableId="27336067">
    <w:abstractNumId w:val="17"/>
  </w:num>
  <w:num w:numId="7" w16cid:durableId="43527376">
    <w:abstractNumId w:val="3"/>
  </w:num>
  <w:num w:numId="8" w16cid:durableId="1175002361">
    <w:abstractNumId w:val="26"/>
  </w:num>
  <w:num w:numId="9" w16cid:durableId="1000353415">
    <w:abstractNumId w:val="16"/>
  </w:num>
  <w:num w:numId="10" w16cid:durableId="494344942">
    <w:abstractNumId w:val="4"/>
  </w:num>
  <w:num w:numId="11" w16cid:durableId="1305506177">
    <w:abstractNumId w:val="13"/>
  </w:num>
  <w:num w:numId="12" w16cid:durableId="264659553">
    <w:abstractNumId w:val="11"/>
  </w:num>
  <w:num w:numId="13" w16cid:durableId="1080907827">
    <w:abstractNumId w:val="25"/>
  </w:num>
  <w:num w:numId="14" w16cid:durableId="210193174">
    <w:abstractNumId w:val="21"/>
  </w:num>
  <w:num w:numId="15" w16cid:durableId="1171411238">
    <w:abstractNumId w:val="15"/>
  </w:num>
  <w:num w:numId="16" w16cid:durableId="1264726148">
    <w:abstractNumId w:val="9"/>
  </w:num>
  <w:num w:numId="17" w16cid:durableId="1846477571">
    <w:abstractNumId w:val="5"/>
  </w:num>
  <w:num w:numId="18" w16cid:durableId="666123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565822">
    <w:abstractNumId w:val="0"/>
  </w:num>
  <w:num w:numId="20" w16cid:durableId="1404793845">
    <w:abstractNumId w:val="27"/>
  </w:num>
  <w:num w:numId="21" w16cid:durableId="1670135962">
    <w:abstractNumId w:val="1"/>
  </w:num>
  <w:num w:numId="22" w16cid:durableId="1441411499">
    <w:abstractNumId w:val="14"/>
  </w:num>
  <w:num w:numId="23" w16cid:durableId="1670789010">
    <w:abstractNumId w:val="10"/>
  </w:num>
  <w:num w:numId="24" w16cid:durableId="1984234823">
    <w:abstractNumId w:val="20"/>
  </w:num>
  <w:num w:numId="25" w16cid:durableId="1696275424">
    <w:abstractNumId w:val="24"/>
  </w:num>
  <w:num w:numId="26" w16cid:durableId="1688671364">
    <w:abstractNumId w:val="2"/>
  </w:num>
  <w:num w:numId="27" w16cid:durableId="1363901945">
    <w:abstractNumId w:val="23"/>
  </w:num>
  <w:num w:numId="28" w16cid:durableId="359235567">
    <w:abstractNumId w:val="22"/>
  </w:num>
  <w:num w:numId="29" w16cid:durableId="2088035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242409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154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3C74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0C13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AC7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73DB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4634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19FF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6F09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7A272-BD54-4775-BB0D-1B901B0834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463D6B-6DB6-4905-B4AD-6E64CE773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65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Niedźwiecka Wioletta [PGE Dystr. O.Zamość]</cp:lastModifiedBy>
  <cp:revision>12</cp:revision>
  <cp:lastPrinted>2024-07-15T11:21:00Z</cp:lastPrinted>
  <dcterms:created xsi:type="dcterms:W3CDTF">2025-01-15T13:15:00Z</dcterms:created>
  <dcterms:modified xsi:type="dcterms:W3CDTF">2026-01-13T13:44:00Z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